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6B695D" w:rsidP="00D2598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9A44FC" w:rsidRDefault="009A44FC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  <w:r w:rsidRPr="006B695D">
              <w:rPr>
                <w:b/>
                <w:sz w:val="28"/>
                <w:szCs w:val="28"/>
              </w:rPr>
              <w:t xml:space="preserve"> 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А.А.Бакаеву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A75C2E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 xml:space="preserve">области проект закона Ульяновской </w:t>
      </w:r>
      <w:r w:rsidRPr="00A75C2E">
        <w:rPr>
          <w:sz w:val="28"/>
        </w:rPr>
        <w:t>области «</w:t>
      </w:r>
      <w:r w:rsidR="00A75C2E" w:rsidRPr="00A75C2E">
        <w:rPr>
          <w:sz w:val="28"/>
          <w:szCs w:val="28"/>
        </w:rPr>
        <w:t>О внесении изменения в Закон Ульяновской области «О межбюджетных отношениях</w:t>
      </w:r>
      <w:r w:rsidR="00333A42">
        <w:rPr>
          <w:sz w:val="28"/>
          <w:szCs w:val="28"/>
        </w:rPr>
        <w:br/>
      </w:r>
      <w:r w:rsidR="00A75C2E" w:rsidRPr="00A75C2E">
        <w:rPr>
          <w:sz w:val="28"/>
          <w:szCs w:val="28"/>
        </w:rPr>
        <w:t>в Ульяновской области</w:t>
      </w:r>
      <w:r w:rsidRPr="00A75C2E">
        <w:rPr>
          <w:sz w:val="28"/>
        </w:rPr>
        <w:t>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A75C2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A75C2E">
              <w:rPr>
                <w:sz w:val="28"/>
              </w:rPr>
              <w:t>1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A75C2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</w:t>
            </w:r>
            <w:r w:rsidR="000E59F7">
              <w:rPr>
                <w:sz w:val="28"/>
              </w:rPr>
              <w:t>3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1519BF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1519BF">
              <w:rPr>
                <w:sz w:val="28"/>
              </w:rPr>
              <w:t>1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333A42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Копия распоряжения </w:t>
            </w:r>
            <w:r w:rsidR="00333A42">
              <w:rPr>
                <w:sz w:val="28"/>
              </w:rPr>
              <w:t>Правительства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 xml:space="preserve">«О проекте закона Ульяновской области </w:t>
            </w:r>
            <w:r w:rsidR="00DC2128" w:rsidRPr="00A75C2E">
              <w:rPr>
                <w:sz w:val="28"/>
              </w:rPr>
              <w:t>«</w:t>
            </w:r>
            <w:r w:rsidR="00A75C2E" w:rsidRPr="00A75C2E">
              <w:rPr>
                <w:sz w:val="28"/>
                <w:szCs w:val="28"/>
              </w:rPr>
              <w:t>О внесении изменения в Закон Ульяновской области «О межбюджетных отношениях в Ульяновской области</w:t>
            </w:r>
            <w:r w:rsidR="00DC2128" w:rsidRPr="00A75C2E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A75C2E">
                <w:rPr>
                  <w:sz w:val="28"/>
                </w:rPr>
                <w:t>1</w:t>
              </w:r>
              <w:r w:rsidR="00DC2128" w:rsidRPr="00992F4B">
                <w:rPr>
                  <w:sz w:val="28"/>
                </w:rPr>
                <w:t xml:space="preserve">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461B8C" w:rsidRDefault="00333A42" w:rsidP="00461B8C">
      <w:pPr>
        <w:jc w:val="right"/>
        <w:rPr>
          <w:sz w:val="28"/>
          <w:szCs w:val="28"/>
        </w:rPr>
        <w:sectPr w:rsidR="00461B8C" w:rsidSect="00D25988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r>
        <w:rPr>
          <w:sz w:val="28"/>
          <w:szCs w:val="28"/>
        </w:rPr>
        <w:t>А.А.Смекалин</w:t>
      </w:r>
    </w:p>
    <w:p w:rsidR="00737DAD" w:rsidRDefault="00737DAD" w:rsidP="00461B8C">
      <w:pPr>
        <w:jc w:val="right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461B8C" w:rsidRPr="00461B8C" w:rsidRDefault="00461B8C" w:rsidP="0057004F">
      <w:pPr>
        <w:jc w:val="both"/>
        <w:rPr>
          <w:sz w:val="10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295F0C" w:rsidRPr="003F1A2A" w:rsidRDefault="00295F0C" w:rsidP="00F10F13">
      <w:pPr>
        <w:rPr>
          <w:sz w:val="48"/>
          <w:szCs w:val="24"/>
        </w:rPr>
      </w:pPr>
      <w:bookmarkStart w:id="0" w:name="_GoBack"/>
      <w:bookmarkEnd w:id="0"/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B653AC" w:rsidP="00F10F13">
      <w:pPr>
        <w:rPr>
          <w:szCs w:val="24"/>
        </w:rPr>
      </w:pPr>
      <w:r>
        <w:rPr>
          <w:szCs w:val="24"/>
        </w:rPr>
        <w:t>Буцкая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8F6255" w:rsidRDefault="008F6255" w:rsidP="0057004F">
      <w:pPr>
        <w:jc w:val="both"/>
        <w:rPr>
          <w:szCs w:val="24"/>
        </w:rPr>
      </w:pPr>
      <w:r>
        <w:rPr>
          <w:szCs w:val="24"/>
        </w:rPr>
        <w:t>1203ар11</w:t>
      </w:r>
    </w:p>
    <w:sectPr w:rsidR="008F6255" w:rsidSect="00D25988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E59F7"/>
    <w:rsid w:val="000F5AB2"/>
    <w:rsid w:val="00121321"/>
    <w:rsid w:val="0015183E"/>
    <w:rsid w:val="001519BF"/>
    <w:rsid w:val="00151C0D"/>
    <w:rsid w:val="001B675A"/>
    <w:rsid w:val="001C0023"/>
    <w:rsid w:val="001E0D54"/>
    <w:rsid w:val="001E299F"/>
    <w:rsid w:val="001F4E36"/>
    <w:rsid w:val="002201AB"/>
    <w:rsid w:val="002203C5"/>
    <w:rsid w:val="00222FB4"/>
    <w:rsid w:val="00224069"/>
    <w:rsid w:val="00227A66"/>
    <w:rsid w:val="00252397"/>
    <w:rsid w:val="00253E10"/>
    <w:rsid w:val="00271998"/>
    <w:rsid w:val="00276876"/>
    <w:rsid w:val="00277DBE"/>
    <w:rsid w:val="00284C01"/>
    <w:rsid w:val="00291741"/>
    <w:rsid w:val="00295F0C"/>
    <w:rsid w:val="002C1FAB"/>
    <w:rsid w:val="002D5F08"/>
    <w:rsid w:val="002E06B8"/>
    <w:rsid w:val="002E0AC6"/>
    <w:rsid w:val="002F0CFF"/>
    <w:rsid w:val="002F248D"/>
    <w:rsid w:val="002F3426"/>
    <w:rsid w:val="002F60B4"/>
    <w:rsid w:val="00315102"/>
    <w:rsid w:val="00333A42"/>
    <w:rsid w:val="003350B5"/>
    <w:rsid w:val="003726B3"/>
    <w:rsid w:val="00384F7A"/>
    <w:rsid w:val="00393F6B"/>
    <w:rsid w:val="003975C5"/>
    <w:rsid w:val="003F1A2A"/>
    <w:rsid w:val="00401621"/>
    <w:rsid w:val="00401F6E"/>
    <w:rsid w:val="004108DF"/>
    <w:rsid w:val="004129FB"/>
    <w:rsid w:val="0042007E"/>
    <w:rsid w:val="0044310A"/>
    <w:rsid w:val="00452874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715E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F117E"/>
    <w:rsid w:val="00613790"/>
    <w:rsid w:val="006353CC"/>
    <w:rsid w:val="00650C6A"/>
    <w:rsid w:val="0065237F"/>
    <w:rsid w:val="00667E8C"/>
    <w:rsid w:val="006B0C37"/>
    <w:rsid w:val="006B695D"/>
    <w:rsid w:val="006C0077"/>
    <w:rsid w:val="006C1D7D"/>
    <w:rsid w:val="006D099B"/>
    <w:rsid w:val="006E1470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C4A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8F6255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A44FC"/>
    <w:rsid w:val="009B2C39"/>
    <w:rsid w:val="009B5709"/>
    <w:rsid w:val="009D37F9"/>
    <w:rsid w:val="009E5487"/>
    <w:rsid w:val="00A1332A"/>
    <w:rsid w:val="00A23364"/>
    <w:rsid w:val="00A443F1"/>
    <w:rsid w:val="00A453B0"/>
    <w:rsid w:val="00A51C0B"/>
    <w:rsid w:val="00A6200F"/>
    <w:rsid w:val="00A75C2E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43033"/>
    <w:rsid w:val="00B61D61"/>
    <w:rsid w:val="00B62335"/>
    <w:rsid w:val="00B653AC"/>
    <w:rsid w:val="00B76AC1"/>
    <w:rsid w:val="00B8793A"/>
    <w:rsid w:val="00B94FBD"/>
    <w:rsid w:val="00BC7AD2"/>
    <w:rsid w:val="00BD1F5B"/>
    <w:rsid w:val="00BF389C"/>
    <w:rsid w:val="00BF6BFC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0758"/>
    <w:rsid w:val="00EC1D8E"/>
    <w:rsid w:val="00EC4456"/>
    <w:rsid w:val="00EC7C2C"/>
    <w:rsid w:val="00ED61AC"/>
    <w:rsid w:val="00EE2D75"/>
    <w:rsid w:val="00F10F13"/>
    <w:rsid w:val="00F11C40"/>
    <w:rsid w:val="00F34E28"/>
    <w:rsid w:val="00F61B1D"/>
    <w:rsid w:val="00F70D6A"/>
    <w:rsid w:val="00F73379"/>
    <w:rsid w:val="00F81A75"/>
    <w:rsid w:val="00F838D9"/>
    <w:rsid w:val="00F84EB5"/>
    <w:rsid w:val="00F93E5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Письмо.dot</Template>
  <TotalTime>0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Рассказова Анастасия Андреева</cp:lastModifiedBy>
  <cp:revision>4</cp:revision>
  <cp:lastPrinted>2018-03-12T10:33:00Z</cp:lastPrinted>
  <dcterms:created xsi:type="dcterms:W3CDTF">2018-03-12T10:55:00Z</dcterms:created>
  <dcterms:modified xsi:type="dcterms:W3CDTF">2018-03-12T10:55:00Z</dcterms:modified>
</cp:coreProperties>
</file>